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7126C8" w:rsidP="00624106">
            <w:pPr>
              <w:pStyle w:val="CUSTOMBoldColumnHead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 wp14:anchorId="7AD9BDF9" wp14:editId="0E59F7A4">
                      <wp:simplePos x="0" y="0"/>
                      <wp:positionH relativeFrom="page">
                        <wp:posOffset>5502910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3175"/>
                      <wp:wrapNone/>
                      <wp:docPr id="2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0AF8" w:rsidRPr="00F835DA" w:rsidRDefault="00E20AF8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6" type="#_x0000_t202" style="position:absolute;margin-left:433.3pt;margin-top:341.95pt;width:85.9pt;height:8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" filled="f" stroked="f" strokeweight=".5pt">
                      <v:textbox style="mso-fit-shape-to-text:t" inset="0,0,0,0">
                        <w:txbxContent>
                          <w:p w:rsidR="00E20AF8" w:rsidRPr="00F835DA" w:rsidRDefault="00E20AF8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 wp14:anchorId="2C7DFD8F" wp14:editId="78752C84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1270"/>
                      <wp:wrapNone/>
                      <wp:docPr id="27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0AF8" w:rsidRPr="00F835DA" w:rsidRDefault="00E20AF8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27" type="#_x0000_t202" style="position:absolute;margin-left:.55pt;margin-top:341.95pt;width:85.9pt;height:8.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" filled="f" stroked="f" strokeweight=".5pt">
                      <v:textbox style="mso-fit-shape-to-text:t" inset="0,0,0,0">
                        <w:txbxContent>
                          <w:p w:rsidR="00E20AF8" w:rsidRPr="00F835DA" w:rsidRDefault="00E20AF8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D35CC3"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3A609C">
            <w:pPr>
              <w:pStyle w:val="CUSTOMBoldColumnHeading"/>
            </w:pPr>
            <w:r>
              <w:t xml:space="preserve">Assessed by: </w:t>
            </w:r>
            <w:proofErr w:type="spellStart"/>
            <w:r w:rsidR="00E20AF8">
              <w:t>Apurba</w:t>
            </w:r>
            <w:proofErr w:type="spellEnd"/>
            <w:r w:rsidR="00E20AF8">
              <w:t xml:space="preserve"> </w:t>
            </w:r>
            <w:proofErr w:type="spellStart"/>
            <w:r w:rsidR="00E20AF8">
              <w:t>Dahal</w:t>
            </w:r>
            <w:proofErr w:type="spellEnd"/>
            <w:r w:rsidR="00E20AF8">
              <w:t xml:space="preserve"> (Trainee); Reviewed by: Daniel Sims (CVS)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3A609C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proofErr w:type="spellStart"/>
            <w:r w:rsidR="00E20AF8">
              <w:t>Killeeen</w:t>
            </w:r>
            <w:proofErr w:type="spellEnd"/>
            <w:r w:rsidR="00E20AF8">
              <w:t>, Mary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3A609C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bookmarkStart w:id="0" w:name="_GoBack"/>
            <w:r w:rsidR="00E20AF8">
              <w:t>H091183</w:t>
            </w:r>
            <w:bookmarkEnd w:id="0"/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3A609C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E20AF8">
              <w:t>10/09/2019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3A609C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E20AF8">
              <w:t>04/09/1937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3A609C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E20AF8">
              <w:t>464 537 6551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62CBF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862CBF">
              <w:t>OP</w:t>
            </w:r>
          </w:p>
        </w:tc>
      </w:tr>
      <w:tr w:rsidR="003E416A" w:rsidTr="00862CBF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862CBF">
            <w:pPr>
              <w:pStyle w:val="CUSTOMHeaderText"/>
            </w:pPr>
            <w:r>
              <w:t xml:space="preserve">Referrer: </w:t>
            </w:r>
            <w:r w:rsidR="00862CBF">
              <w:t xml:space="preserve">Mr </w:t>
            </w:r>
            <w:proofErr w:type="spellStart"/>
            <w:r w:rsidR="00862CBF">
              <w:t>ElGaddal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3A609C">
            <w:pPr>
              <w:pStyle w:val="CUSTOMHeaderText"/>
            </w:pPr>
            <w:r>
              <w:t xml:space="preserve">Hospital Site: </w:t>
            </w:r>
            <w:r w:rsidR="00E20AF8">
              <w:t>UHL</w:t>
            </w:r>
          </w:p>
        </w:tc>
      </w:tr>
      <w:tr w:rsidR="003E416A" w:rsidTr="00862CBF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3A609C">
            <w:pPr>
              <w:pStyle w:val="CUSTOMHeaderText"/>
            </w:pPr>
            <w:r>
              <w:t xml:space="preserve">Clinical Indications: </w:t>
            </w:r>
            <w:r w:rsidR="00E20AF8" w:rsidRPr="00E20AF8">
              <w:t>bilateral leg eczema and left leg swelling</w:t>
            </w:r>
            <w:proofErr w:type="gramStart"/>
            <w:r w:rsidR="00E20AF8" w:rsidRPr="00E20AF8">
              <w:t>..</w:t>
            </w:r>
            <w:proofErr w:type="gramEnd"/>
            <w:r w:rsidR="00E20AF8" w:rsidRPr="00E20AF8">
              <w:t xml:space="preserve"> </w:t>
            </w:r>
            <w:proofErr w:type="gramStart"/>
            <w:r w:rsidR="00E20AF8" w:rsidRPr="00E20AF8">
              <w:t>previous</w:t>
            </w:r>
            <w:proofErr w:type="gramEnd"/>
            <w:r w:rsidR="00E20AF8" w:rsidRPr="00E20AF8">
              <w:t xml:space="preserve"> DVT.. possible PTS and or May turner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A078E6" w:rsidP="001F797D">
            <w:pPr>
              <w:pStyle w:val="CUSTOMBoldColumnHeading"/>
            </w:pPr>
            <w:r>
              <w:t xml:space="preserve">Lower Limb </w:t>
            </w:r>
            <w:r w:rsidR="00123164">
              <w:t xml:space="preserve">– </w:t>
            </w:r>
            <w:r w:rsidR="001F797D">
              <w:t xml:space="preserve">BILATERAL </w:t>
            </w:r>
            <w:r w:rsidR="00123164">
              <w:t>Venous I</w:t>
            </w:r>
            <w:r>
              <w:t>nsufficiency scan</w:t>
            </w:r>
            <w:r w:rsidR="001F797D">
              <w:t xml:space="preserve"> 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0730EE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2114105</wp:posOffset>
                      </wp:positionH>
                      <wp:positionV relativeFrom="page">
                        <wp:posOffset>4682101</wp:posOffset>
                      </wp:positionV>
                      <wp:extent cx="116006" cy="54591"/>
                      <wp:effectExtent l="19050" t="19050" r="17780" b="2222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006" cy="54591"/>
                              </a:xfrm>
                              <a:prstGeom prst="line">
                                <a:avLst/>
                              </a:prstGeom>
                              <a:ln w="41275" cmpd="dbl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66.45pt,368.65pt" to="175.6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" strokecolor="#5b9bd5 [3204]" strokeweight="3.25pt">
                      <v:stroke linestyle="thinThin" joinstyle="miter"/>
                      <w10:wrap anchory="page"/>
                    </v:lin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2079985</wp:posOffset>
                      </wp:positionH>
                      <wp:positionV relativeFrom="page">
                        <wp:posOffset>3870060</wp:posOffset>
                      </wp:positionV>
                      <wp:extent cx="35433" cy="866632"/>
                      <wp:effectExtent l="38100" t="0" r="60325" b="48260"/>
                      <wp:wrapNone/>
                      <wp:docPr id="9" name="Freeform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433" cy="866632"/>
                              </a:xfrm>
                              <a:custGeom>
                                <a:avLst/>
                                <a:gdLst>
                                  <a:gd name="connsiteX0" fmla="*/ 0 w 35433"/>
                                  <a:gd name="connsiteY0" fmla="*/ 0 h 866632"/>
                                  <a:gd name="connsiteX1" fmla="*/ 20472 w 35433"/>
                                  <a:gd name="connsiteY1" fmla="*/ 361665 h 866632"/>
                                  <a:gd name="connsiteX2" fmla="*/ 34120 w 35433"/>
                                  <a:gd name="connsiteY2" fmla="*/ 750626 h 866632"/>
                                  <a:gd name="connsiteX3" fmla="*/ 34120 w 35433"/>
                                  <a:gd name="connsiteY3" fmla="*/ 866632 h 8666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5433" h="866632">
                                    <a:moveTo>
                                      <a:pt x="0" y="0"/>
                                    </a:moveTo>
                                    <a:cubicBezTo>
                                      <a:pt x="7392" y="118280"/>
                                      <a:pt x="14785" y="236561"/>
                                      <a:pt x="20472" y="361665"/>
                                    </a:cubicBezTo>
                                    <a:cubicBezTo>
                                      <a:pt x="26159" y="486769"/>
                                      <a:pt x="31845" y="666465"/>
                                      <a:pt x="34120" y="750626"/>
                                    </a:cubicBezTo>
                                    <a:cubicBezTo>
                                      <a:pt x="36395" y="834787"/>
                                      <a:pt x="35257" y="849572"/>
                                      <a:pt x="34120" y="866632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9" o:spid="_x0000_s1026" style="position:absolute;margin-left:163.8pt;margin-top:304.75pt;width:2.8pt;height:6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35433,866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" path="m,c7392,118280,14785,236561,20472,361665v5687,125104,11373,304800,13648,388961c36395,834787,35257,849572,34120,866632e" filled="f" strokecolor="red" strokeweight="1pt">
                      <v:stroke endarrow="block" joinstyle="miter"/>
                      <v:path arrowok="t" o:connecttype="custom" o:connectlocs="0,0;20472,361665;34120,750626;34120,866632" o:connectangles="0,0,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2369346</wp:posOffset>
                      </wp:positionH>
                      <wp:positionV relativeFrom="page">
                        <wp:posOffset>3310255</wp:posOffset>
                      </wp:positionV>
                      <wp:extent cx="228532" cy="1862920"/>
                      <wp:effectExtent l="19050" t="19050" r="38735" b="23495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532" cy="1862920"/>
                              </a:xfrm>
                              <a:custGeom>
                                <a:avLst/>
                                <a:gdLst>
                                  <a:gd name="connsiteX0" fmla="*/ 51611 w 228532"/>
                                  <a:gd name="connsiteY0" fmla="*/ 0 h 1862920"/>
                                  <a:gd name="connsiteX1" fmla="*/ 133498 w 228532"/>
                                  <a:gd name="connsiteY1" fmla="*/ 68239 h 1862920"/>
                                  <a:gd name="connsiteX2" fmla="*/ 222208 w 228532"/>
                                  <a:gd name="connsiteY2" fmla="*/ 279780 h 1862920"/>
                                  <a:gd name="connsiteX3" fmla="*/ 208560 w 228532"/>
                                  <a:gd name="connsiteY3" fmla="*/ 641445 h 1862920"/>
                                  <a:gd name="connsiteX4" fmla="*/ 106202 w 228532"/>
                                  <a:gd name="connsiteY4" fmla="*/ 1139588 h 1862920"/>
                                  <a:gd name="connsiteX5" fmla="*/ 10668 w 228532"/>
                                  <a:gd name="connsiteY5" fmla="*/ 1589965 h 1862920"/>
                                  <a:gd name="connsiteX6" fmla="*/ 3844 w 228532"/>
                                  <a:gd name="connsiteY6" fmla="*/ 1705971 h 1862920"/>
                                  <a:gd name="connsiteX7" fmla="*/ 24315 w 228532"/>
                                  <a:gd name="connsiteY7" fmla="*/ 1862920 h 18629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28532" h="1862920">
                                    <a:moveTo>
                                      <a:pt x="51611" y="0"/>
                                    </a:moveTo>
                                    <a:cubicBezTo>
                                      <a:pt x="78338" y="10804"/>
                                      <a:pt x="105065" y="21609"/>
                                      <a:pt x="133498" y="68239"/>
                                    </a:cubicBezTo>
                                    <a:cubicBezTo>
                                      <a:pt x="161931" y="114869"/>
                                      <a:pt x="209698" y="184246"/>
                                      <a:pt x="222208" y="279780"/>
                                    </a:cubicBezTo>
                                    <a:cubicBezTo>
                                      <a:pt x="234718" y="375314"/>
                                      <a:pt x="227894" y="498144"/>
                                      <a:pt x="208560" y="641445"/>
                                    </a:cubicBezTo>
                                    <a:cubicBezTo>
                                      <a:pt x="189226" y="784746"/>
                                      <a:pt x="139184" y="981501"/>
                                      <a:pt x="106202" y="1139588"/>
                                    </a:cubicBezTo>
                                    <a:cubicBezTo>
                                      <a:pt x="73220" y="1297675"/>
                                      <a:pt x="27728" y="1495568"/>
                                      <a:pt x="10668" y="1589965"/>
                                    </a:cubicBezTo>
                                    <a:cubicBezTo>
                                      <a:pt x="-6392" y="1684362"/>
                                      <a:pt x="1570" y="1660479"/>
                                      <a:pt x="3844" y="1705971"/>
                                    </a:cubicBezTo>
                                    <a:cubicBezTo>
                                      <a:pt x="6118" y="1751463"/>
                                      <a:pt x="24315" y="1862920"/>
                                      <a:pt x="24315" y="1862920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" o:spid="_x0000_s1026" style="position:absolute;margin-left:186.55pt;margin-top:260.65pt;width:18pt;height:146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28532,186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" path="m51611,v26727,10804,53454,21609,81887,68239c161931,114869,209698,184246,222208,279780v12510,95534,5686,218364,-13648,361665c189226,784746,139184,981501,106202,1139588,73220,1297675,27728,1495568,10668,1589965v-17060,94397,-9098,70514,-6824,116006c6118,1751463,24315,1862920,24315,1862920e" filled="f" strokecolor="white [3212]" strokeweight="4.5pt">
                      <v:stroke joinstyle="miter"/>
                      <v:path arrowok="t" o:connecttype="custom" o:connectlocs="51611,0;133498,68239;222208,279780;208560,641445;106202,1139588;10668,1589965;3844,1705971;24315,1862920" o:connectangles="0,0,0,0,0,0,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1311158</wp:posOffset>
                      </wp:positionH>
                      <wp:positionV relativeFrom="page">
                        <wp:posOffset>3310501</wp:posOffset>
                      </wp:positionV>
                      <wp:extent cx="223627" cy="1876568"/>
                      <wp:effectExtent l="38100" t="38100" r="43180" b="28575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627" cy="1876568"/>
                              </a:xfrm>
                              <a:custGeom>
                                <a:avLst/>
                                <a:gdLst>
                                  <a:gd name="connsiteX0" fmla="*/ 175150 w 223627"/>
                                  <a:gd name="connsiteY0" fmla="*/ 0 h 1876568"/>
                                  <a:gd name="connsiteX1" fmla="*/ 31848 w 223627"/>
                                  <a:gd name="connsiteY1" fmla="*/ 184245 h 1876568"/>
                                  <a:gd name="connsiteX2" fmla="*/ 4553 w 223627"/>
                                  <a:gd name="connsiteY2" fmla="*/ 559559 h 1876568"/>
                                  <a:gd name="connsiteX3" fmla="*/ 100087 w 223627"/>
                                  <a:gd name="connsiteY3" fmla="*/ 975815 h 1876568"/>
                                  <a:gd name="connsiteX4" fmla="*/ 202445 w 223627"/>
                                  <a:gd name="connsiteY4" fmla="*/ 1487606 h 1876568"/>
                                  <a:gd name="connsiteX5" fmla="*/ 222917 w 223627"/>
                                  <a:gd name="connsiteY5" fmla="*/ 1712794 h 1876568"/>
                                  <a:gd name="connsiteX6" fmla="*/ 188797 w 223627"/>
                                  <a:gd name="connsiteY6" fmla="*/ 1876568 h 18765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23627" h="1876568">
                                    <a:moveTo>
                                      <a:pt x="175150" y="0"/>
                                    </a:moveTo>
                                    <a:cubicBezTo>
                                      <a:pt x="117715" y="45492"/>
                                      <a:pt x="60281" y="90985"/>
                                      <a:pt x="31848" y="184245"/>
                                    </a:cubicBezTo>
                                    <a:cubicBezTo>
                                      <a:pt x="3415" y="277505"/>
                                      <a:pt x="-6820" y="427631"/>
                                      <a:pt x="4553" y="559559"/>
                                    </a:cubicBezTo>
                                    <a:cubicBezTo>
                                      <a:pt x="15926" y="691487"/>
                                      <a:pt x="67105" y="821140"/>
                                      <a:pt x="100087" y="975815"/>
                                    </a:cubicBezTo>
                                    <a:cubicBezTo>
                                      <a:pt x="133069" y="1130490"/>
                                      <a:pt x="181973" y="1364776"/>
                                      <a:pt x="202445" y="1487606"/>
                                    </a:cubicBezTo>
                                    <a:cubicBezTo>
                                      <a:pt x="222917" y="1610436"/>
                                      <a:pt x="225192" y="1647967"/>
                                      <a:pt x="222917" y="1712794"/>
                                    </a:cubicBezTo>
                                    <a:cubicBezTo>
                                      <a:pt x="220642" y="1777621"/>
                                      <a:pt x="193346" y="1852684"/>
                                      <a:pt x="188797" y="1876568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" o:spid="_x0000_s1026" style="position:absolute;margin-left:103.25pt;margin-top:260.65pt;width:17.6pt;height:14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23627,1876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" path="m175150,c117715,45492,60281,90985,31848,184245,3415,277505,-6820,427631,4553,559559v11373,131928,62552,261581,95534,416256c133069,1130490,181973,1364776,202445,1487606v20472,122830,22747,160361,20472,225188c220642,1777621,193346,1852684,188797,1876568e" filled="f" strokecolor="white [3212]" strokeweight="6pt">
                      <v:stroke joinstyle="miter"/>
                      <v:path arrowok="t" o:connecttype="custom" o:connectlocs="175150,0;31848,184245;4553,559559;100087,975815;202445,1487606;222917,1712794;188797,1876568" o:connectangles="0,0,0,0,0,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2366588</wp:posOffset>
                      </wp:positionH>
                      <wp:positionV relativeFrom="page">
                        <wp:posOffset>2798710</wp:posOffset>
                      </wp:positionV>
                      <wp:extent cx="37403" cy="327547"/>
                      <wp:effectExtent l="57150" t="19050" r="58420" b="34925"/>
                      <wp:wrapNone/>
                      <wp:docPr id="6" name="Freeform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03" cy="327547"/>
                              </a:xfrm>
                              <a:custGeom>
                                <a:avLst/>
                                <a:gdLst>
                                  <a:gd name="connsiteX0" fmla="*/ 0 w 37403"/>
                                  <a:gd name="connsiteY0" fmla="*/ 0 h 327547"/>
                                  <a:gd name="connsiteX1" fmla="*/ 34120 w 37403"/>
                                  <a:gd name="connsiteY1" fmla="*/ 156950 h 327547"/>
                                  <a:gd name="connsiteX2" fmla="*/ 34120 w 37403"/>
                                  <a:gd name="connsiteY2" fmla="*/ 327547 h 327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7403" h="327547">
                                    <a:moveTo>
                                      <a:pt x="0" y="0"/>
                                    </a:moveTo>
                                    <a:cubicBezTo>
                                      <a:pt x="14216" y="51179"/>
                                      <a:pt x="28433" y="102359"/>
                                      <a:pt x="34120" y="156950"/>
                                    </a:cubicBezTo>
                                    <a:cubicBezTo>
                                      <a:pt x="39807" y="211541"/>
                                      <a:pt x="36963" y="269544"/>
                                      <a:pt x="34120" y="327547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" o:spid="_x0000_s1026" style="position:absolute;margin-left:186.35pt;margin-top:220.35pt;width:2.95pt;height:25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37403,327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" path="m,c14216,51179,28433,102359,34120,156950v5687,54591,2843,112594,,170597e" filled="f" strokecolor="red" strokeweight="2.25pt">
                      <v:stroke endarrow="block" joinstyle="miter"/>
                      <v:path arrowok="t" o:connecttype="custom" o:connectlocs="0,0;34120,156950;34120,327547" o:connectangles="0,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4052087</wp:posOffset>
                      </wp:positionH>
                      <wp:positionV relativeFrom="page">
                        <wp:posOffset>3010251</wp:posOffset>
                      </wp:positionV>
                      <wp:extent cx="14658" cy="218364"/>
                      <wp:effectExtent l="38100" t="0" r="61595" b="48895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58" cy="218364"/>
                              </a:xfrm>
                              <a:custGeom>
                                <a:avLst/>
                                <a:gdLst>
                                  <a:gd name="connsiteX0" fmla="*/ 13647 w 14658"/>
                                  <a:gd name="connsiteY0" fmla="*/ 0 h 218364"/>
                                  <a:gd name="connsiteX1" fmla="*/ 13647 w 14658"/>
                                  <a:gd name="connsiteY1" fmla="*/ 54591 h 218364"/>
                                  <a:gd name="connsiteX2" fmla="*/ 13647 w 14658"/>
                                  <a:gd name="connsiteY2" fmla="*/ 156949 h 218364"/>
                                  <a:gd name="connsiteX3" fmla="*/ 0 w 14658"/>
                                  <a:gd name="connsiteY3" fmla="*/ 218364 h 2183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4658" h="218364">
                                    <a:moveTo>
                                      <a:pt x="13647" y="0"/>
                                    </a:moveTo>
                                    <a:lnTo>
                                      <a:pt x="13647" y="54591"/>
                                    </a:lnTo>
                                    <a:cubicBezTo>
                                      <a:pt x="13647" y="80749"/>
                                      <a:pt x="15922" y="129654"/>
                                      <a:pt x="13647" y="156949"/>
                                    </a:cubicBezTo>
                                    <a:cubicBezTo>
                                      <a:pt x="11372" y="184245"/>
                                      <a:pt x="5686" y="201304"/>
                                      <a:pt x="0" y="218364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4" o:spid="_x0000_s1026" style="position:absolute;margin-left:319.05pt;margin-top:237.05pt;width:1.15pt;height:1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4658,218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" path="m13647,r,54591c13647,80749,15922,129654,13647,156949,11372,184245,5686,201304,,218364e" filled="f" strokecolor="red" strokeweight="1.5pt">
                      <v:stroke endarrow="block" joinstyle="miter"/>
                      <v:path arrowok="t" o:connecttype="custom" o:connectlocs="13647,0;13647,54591;13647,156949;0,218364" o:connectangles="0,0,0,0"/>
                      <w10:wrap anchory="page"/>
                    </v:shape>
                  </w:pict>
                </mc:Fallback>
              </mc:AlternateContent>
            </w:r>
            <w:r w:rsidR="00E20AF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2082961</wp:posOffset>
                      </wp:positionH>
                      <wp:positionV relativeFrom="page">
                        <wp:posOffset>1140460</wp:posOffset>
                      </wp:positionV>
                      <wp:extent cx="253735" cy="2688667"/>
                      <wp:effectExtent l="38100" t="38100" r="13335" b="16510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735" cy="2688667"/>
                              </a:xfrm>
                              <a:custGeom>
                                <a:avLst/>
                                <a:gdLst>
                                  <a:gd name="connsiteX0" fmla="*/ 257080 w 257080"/>
                                  <a:gd name="connsiteY0" fmla="*/ 0 h 2572603"/>
                                  <a:gd name="connsiteX1" fmla="*/ 120602 w 257080"/>
                                  <a:gd name="connsiteY1" fmla="*/ 143302 h 2572603"/>
                                  <a:gd name="connsiteX2" fmla="*/ 72835 w 257080"/>
                                  <a:gd name="connsiteY2" fmla="*/ 320723 h 2572603"/>
                                  <a:gd name="connsiteX3" fmla="*/ 52363 w 257080"/>
                                  <a:gd name="connsiteY3" fmla="*/ 893929 h 2572603"/>
                                  <a:gd name="connsiteX4" fmla="*/ 31892 w 257080"/>
                                  <a:gd name="connsiteY4" fmla="*/ 1501254 h 2572603"/>
                                  <a:gd name="connsiteX5" fmla="*/ 11420 w 257080"/>
                                  <a:gd name="connsiteY5" fmla="*/ 1815153 h 2572603"/>
                                  <a:gd name="connsiteX6" fmla="*/ 52363 w 257080"/>
                                  <a:gd name="connsiteY6" fmla="*/ 2176818 h 2572603"/>
                                  <a:gd name="connsiteX7" fmla="*/ 4596 w 257080"/>
                                  <a:gd name="connsiteY7" fmla="*/ 2436126 h 2572603"/>
                                  <a:gd name="connsiteX8" fmla="*/ 4596 w 257080"/>
                                  <a:gd name="connsiteY8" fmla="*/ 2572603 h 2572603"/>
                                  <a:gd name="connsiteX0" fmla="*/ 253735 w 253735"/>
                                  <a:gd name="connsiteY0" fmla="*/ 0 h 2688667"/>
                                  <a:gd name="connsiteX1" fmla="*/ 117257 w 253735"/>
                                  <a:gd name="connsiteY1" fmla="*/ 143302 h 2688667"/>
                                  <a:gd name="connsiteX2" fmla="*/ 69490 w 253735"/>
                                  <a:gd name="connsiteY2" fmla="*/ 320723 h 2688667"/>
                                  <a:gd name="connsiteX3" fmla="*/ 49018 w 253735"/>
                                  <a:gd name="connsiteY3" fmla="*/ 893929 h 2688667"/>
                                  <a:gd name="connsiteX4" fmla="*/ 28547 w 253735"/>
                                  <a:gd name="connsiteY4" fmla="*/ 1501254 h 2688667"/>
                                  <a:gd name="connsiteX5" fmla="*/ 8075 w 253735"/>
                                  <a:gd name="connsiteY5" fmla="*/ 1815153 h 2688667"/>
                                  <a:gd name="connsiteX6" fmla="*/ 49018 w 253735"/>
                                  <a:gd name="connsiteY6" fmla="*/ 2176818 h 2688667"/>
                                  <a:gd name="connsiteX7" fmla="*/ 1251 w 253735"/>
                                  <a:gd name="connsiteY7" fmla="*/ 2436126 h 2688667"/>
                                  <a:gd name="connsiteX8" fmla="*/ 14881 w 253735"/>
                                  <a:gd name="connsiteY8" fmla="*/ 2688667 h 26886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53735" h="2688667">
                                    <a:moveTo>
                                      <a:pt x="253735" y="0"/>
                                    </a:moveTo>
                                    <a:cubicBezTo>
                                      <a:pt x="200849" y="44924"/>
                                      <a:pt x="147964" y="89848"/>
                                      <a:pt x="117257" y="143302"/>
                                    </a:cubicBezTo>
                                    <a:cubicBezTo>
                                      <a:pt x="86549" y="196756"/>
                                      <a:pt x="80863" y="195619"/>
                                      <a:pt x="69490" y="320723"/>
                                    </a:cubicBezTo>
                                    <a:cubicBezTo>
                                      <a:pt x="58117" y="445828"/>
                                      <a:pt x="55842" y="697174"/>
                                      <a:pt x="49018" y="893929"/>
                                    </a:cubicBezTo>
                                    <a:cubicBezTo>
                                      <a:pt x="42194" y="1090684"/>
                                      <a:pt x="35371" y="1347717"/>
                                      <a:pt x="28547" y="1501254"/>
                                    </a:cubicBezTo>
                                    <a:cubicBezTo>
                                      <a:pt x="21723" y="1654791"/>
                                      <a:pt x="4663" y="1702559"/>
                                      <a:pt x="8075" y="1815153"/>
                                    </a:cubicBezTo>
                                    <a:cubicBezTo>
                                      <a:pt x="11487" y="1927747"/>
                                      <a:pt x="50155" y="2073323"/>
                                      <a:pt x="49018" y="2176818"/>
                                    </a:cubicBezTo>
                                    <a:cubicBezTo>
                                      <a:pt x="47881" y="2280313"/>
                                      <a:pt x="6941" y="2350818"/>
                                      <a:pt x="1251" y="2436126"/>
                                    </a:cubicBezTo>
                                    <a:cubicBezTo>
                                      <a:pt x="-4439" y="2521434"/>
                                      <a:pt x="10900" y="2653410"/>
                                      <a:pt x="14881" y="2688667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" o:spid="_x0000_s1026" style="position:absolute;margin-left:164pt;margin-top:89.8pt;width:20pt;height:211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253735,268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" path="m253735,c200849,44924,147964,89848,117257,143302,86549,196756,80863,195619,69490,320723,58117,445828,55842,697174,49018,893929v-6824,196755,-13647,453788,-20471,607325c21723,1654791,4663,1702559,8075,1815153v3412,112594,42080,258170,40943,361665c47881,2280313,6941,2350818,1251,2436126v-5690,85308,9649,217284,13630,252541e" filled="f" strokecolor="white [3212]" strokeweight="6pt">
                      <v:stroke joinstyle="miter"/>
                      <v:path arrowok="t" o:connecttype="custom" o:connectlocs="253735,0;117257,143302;69490,320723;49018,893929;28547,1501254;8075,1815153;49018,2176818;1251,2436126;14881,2688667" o:connectangles="0,0,0,0,0,0,0,0,0"/>
                      <w10:wrap anchory="page"/>
                    </v:shape>
                  </w:pict>
                </mc:Fallback>
              </mc:AlternateContent>
            </w:r>
            <w:r w:rsidR="00E20AF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1568194</wp:posOffset>
                      </wp:positionH>
                      <wp:positionV relativeFrom="page">
                        <wp:posOffset>1120036</wp:posOffset>
                      </wp:positionV>
                      <wp:extent cx="279779" cy="2709080"/>
                      <wp:effectExtent l="19050" t="38100" r="44450" b="15240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779" cy="2709080"/>
                              </a:xfrm>
                              <a:custGeom>
                                <a:avLst/>
                                <a:gdLst>
                                  <a:gd name="connsiteX0" fmla="*/ 0 w 279779"/>
                                  <a:gd name="connsiteY0" fmla="*/ 0 h 2709080"/>
                                  <a:gd name="connsiteX1" fmla="*/ 184245 w 279779"/>
                                  <a:gd name="connsiteY1" fmla="*/ 204716 h 2709080"/>
                                  <a:gd name="connsiteX2" fmla="*/ 238836 w 279779"/>
                                  <a:gd name="connsiteY2" fmla="*/ 1105468 h 2709080"/>
                                  <a:gd name="connsiteX3" fmla="*/ 252484 w 279779"/>
                                  <a:gd name="connsiteY3" fmla="*/ 1658203 h 2709080"/>
                                  <a:gd name="connsiteX4" fmla="*/ 259308 w 279779"/>
                                  <a:gd name="connsiteY4" fmla="*/ 1869743 h 2709080"/>
                                  <a:gd name="connsiteX5" fmla="*/ 218364 w 279779"/>
                                  <a:gd name="connsiteY5" fmla="*/ 2142698 h 2709080"/>
                                  <a:gd name="connsiteX6" fmla="*/ 252484 w 279779"/>
                                  <a:gd name="connsiteY6" fmla="*/ 2463421 h 2709080"/>
                                  <a:gd name="connsiteX7" fmla="*/ 279779 w 279779"/>
                                  <a:gd name="connsiteY7" fmla="*/ 2709080 h 27090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79779" h="2709080">
                                    <a:moveTo>
                                      <a:pt x="0" y="0"/>
                                    </a:moveTo>
                                    <a:cubicBezTo>
                                      <a:pt x="72219" y="10235"/>
                                      <a:pt x="144439" y="20471"/>
                                      <a:pt x="184245" y="204716"/>
                                    </a:cubicBezTo>
                                    <a:cubicBezTo>
                                      <a:pt x="224051" y="388961"/>
                                      <a:pt x="227463" y="863220"/>
                                      <a:pt x="238836" y="1105468"/>
                                    </a:cubicBezTo>
                                    <a:cubicBezTo>
                                      <a:pt x="250209" y="1347716"/>
                                      <a:pt x="249072" y="1530824"/>
                                      <a:pt x="252484" y="1658203"/>
                                    </a:cubicBezTo>
                                    <a:cubicBezTo>
                                      <a:pt x="255896" y="1785582"/>
                                      <a:pt x="264995" y="1788994"/>
                                      <a:pt x="259308" y="1869743"/>
                                    </a:cubicBezTo>
                                    <a:cubicBezTo>
                                      <a:pt x="253621" y="1950492"/>
                                      <a:pt x="219501" y="2043752"/>
                                      <a:pt x="218364" y="2142698"/>
                                    </a:cubicBezTo>
                                    <a:cubicBezTo>
                                      <a:pt x="217227" y="2241644"/>
                                      <a:pt x="242248" y="2369024"/>
                                      <a:pt x="252484" y="2463421"/>
                                    </a:cubicBezTo>
                                    <a:cubicBezTo>
                                      <a:pt x="262720" y="2557818"/>
                                      <a:pt x="271249" y="2633449"/>
                                      <a:pt x="279779" y="2709080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" o:spid="_x0000_s1026" style="position:absolute;margin-left:123.5pt;margin-top:88.2pt;width:22.05pt;height:21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79779,270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" path="m,c72219,10235,144439,20471,184245,204716v39806,184245,43218,658504,54591,900752c250209,1347716,249072,1530824,252484,1658203v3412,127379,12511,130791,6824,211540c253621,1950492,219501,2043752,218364,2142698v-1137,98946,23884,226326,34120,320723c262720,2557818,271249,2633449,279779,2709080e" filled="f" strokecolor="white [3212]" strokeweight="6pt">
                      <v:stroke joinstyle="miter"/>
                      <v:path arrowok="t" o:connecttype="custom" o:connectlocs="0,0;184245,204716;238836,1105468;252484,1658203;259308,1869743;218364,2142698;252484,2463421;279779,2709080" o:connectangles="0,0,0,0,0,0,0,0"/>
                      <w10:wrap anchory="page"/>
                    </v:shape>
                  </w:pict>
                </mc:Fallback>
              </mc:AlternateContent>
            </w:r>
          </w:p>
        </w:tc>
      </w:tr>
      <w:tr w:rsidR="009E0202" w:rsidTr="007E5FF0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E20AF8" w:rsidRDefault="00E20AF8" w:rsidP="00E20AF8">
            <w:pPr>
              <w:pStyle w:val="CUSTOMColumnText"/>
              <w:jc w:val="both"/>
              <w:rPr>
                <w:b/>
              </w:rPr>
            </w:pPr>
            <w:r>
              <w:rPr>
                <w:b/>
              </w:rPr>
              <w:lastRenderedPageBreak/>
              <w:t>Abdomen</w:t>
            </w:r>
          </w:p>
          <w:p w:rsidR="00E20AF8" w:rsidRDefault="00E20AF8" w:rsidP="00E20AF8">
            <w:pPr>
              <w:pStyle w:val="CUSTOMColumnText"/>
              <w:jc w:val="both"/>
            </w:pPr>
            <w:r>
              <w:t xml:space="preserve">The IVC, Common Iliac and External Iliac veins are patent with </w:t>
            </w:r>
            <w:proofErr w:type="spellStart"/>
            <w:r>
              <w:t>respirophasic</w:t>
            </w:r>
            <w:proofErr w:type="spellEnd"/>
            <w:r>
              <w:t xml:space="preserve"> flow detected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Pr="00E20AF8" w:rsidRDefault="00E20AF8" w:rsidP="00E20AF8">
            <w:pPr>
              <w:pStyle w:val="CUSTOMColumnText"/>
              <w:jc w:val="both"/>
              <w:rPr>
                <w:b/>
              </w:rPr>
            </w:pPr>
            <w:r>
              <w:rPr>
                <w:b/>
              </w:rPr>
              <w:t>Right leg</w:t>
            </w:r>
          </w:p>
          <w:p w:rsidR="00E20AF8" w:rsidRDefault="00E20AF8" w:rsidP="00E20AF8">
            <w:pPr>
              <w:pStyle w:val="CUSTOMColumnText"/>
              <w:jc w:val="both"/>
            </w:pPr>
            <w:r>
              <w:t xml:space="preserve">The Common Femoral vein is patent with </w:t>
            </w:r>
            <w:proofErr w:type="spellStart"/>
            <w:r>
              <w:t>repirophasic</w:t>
            </w:r>
            <w:proofErr w:type="spellEnd"/>
            <w:r>
              <w:t xml:space="preserve"> flow detected.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</w:pPr>
            <w:r>
              <w:t>All the deep veins are noted to be patent and competent; no scarring to note.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</w:pPr>
            <w:r>
              <w:t>No incompetent perforators identified.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</w:pPr>
            <w:r>
              <w:t xml:space="preserve">No Great Saphenous Vein identified in the thigh; patient gives history of vein stripping. The native GSV is imaged in the </w:t>
            </w:r>
            <w:proofErr w:type="spellStart"/>
            <w:r>
              <w:t>prox</w:t>
            </w:r>
            <w:proofErr w:type="spellEnd"/>
            <w:r>
              <w:t>-mid calf to ankle and is noted to be patent and competent.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</w:pPr>
            <w:r>
              <w:t>The Short Saphenous veins are patent and competent.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Pr="00E20AF8" w:rsidRDefault="00E20AF8" w:rsidP="00E20AF8">
            <w:pPr>
              <w:pStyle w:val="CUSTOMColumnText"/>
              <w:jc w:val="both"/>
              <w:rPr>
                <w:b/>
              </w:rPr>
            </w:pPr>
            <w:r>
              <w:rPr>
                <w:b/>
              </w:rPr>
              <w:t>Left leg</w:t>
            </w:r>
          </w:p>
          <w:p w:rsidR="00E20AF8" w:rsidRDefault="00E20AF8" w:rsidP="00E20AF8">
            <w:pPr>
              <w:pStyle w:val="CUSTOMColumnText"/>
              <w:jc w:val="both"/>
            </w:pPr>
            <w:r>
              <w:t xml:space="preserve">The Common Femoral vein is patent with </w:t>
            </w:r>
            <w:proofErr w:type="spellStart"/>
            <w:r>
              <w:t>repirophasic</w:t>
            </w:r>
            <w:proofErr w:type="spellEnd"/>
            <w:r>
              <w:t xml:space="preserve"> flow detected.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</w:pPr>
            <w:r>
              <w:t>All the deep veins are patent. Mild low velocity reflux</w:t>
            </w:r>
            <w:r w:rsidR="000730EE">
              <w:t xml:space="preserve"> (1.2 sec)</w:t>
            </w:r>
            <w:r>
              <w:t xml:space="preserve"> is noted in the proximal segment of the Popliteal vein. Rest of the deep veins are all competent.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</w:pPr>
            <w:r>
              <w:t>No incompetent perforators identified.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</w:pPr>
            <w:r>
              <w:t xml:space="preserve">No Great Saphenous Vein identified in the thigh; patient gives history of vein stripping. The native GSV is imaged in the </w:t>
            </w:r>
            <w:proofErr w:type="spellStart"/>
            <w:r>
              <w:t>prox</w:t>
            </w:r>
            <w:proofErr w:type="spellEnd"/>
            <w:r>
              <w:t xml:space="preserve">-mid calf to ankle. </w:t>
            </w:r>
            <w:r w:rsidRPr="00E20AF8">
              <w:rPr>
                <w:b/>
              </w:rPr>
              <w:t>Mild reflux is noted in the mid-distal calf in the GSV; the reflux drains into a competent perforator approximately 10cm above medial malleolus.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</w:pPr>
            <w:r>
              <w:t>The Short Saphenous veins are patent and competent.</w:t>
            </w: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</w:pPr>
          </w:p>
          <w:p w:rsidR="00E20AF8" w:rsidRDefault="00E20AF8" w:rsidP="00E20AF8">
            <w:pPr>
              <w:pStyle w:val="CUSTOMColumnText"/>
              <w:jc w:val="both"/>
              <w:rPr>
                <w:b/>
              </w:rPr>
            </w:pPr>
            <w:r>
              <w:rPr>
                <w:b/>
              </w:rPr>
              <w:t>Conclusion</w:t>
            </w:r>
          </w:p>
          <w:p w:rsidR="000730EE" w:rsidRPr="000730EE" w:rsidRDefault="000730EE" w:rsidP="00E20AF8">
            <w:pPr>
              <w:pStyle w:val="CUSTOMColumnText"/>
              <w:jc w:val="both"/>
            </w:pPr>
            <w:r>
              <w:rPr>
                <w:b/>
              </w:rPr>
              <w:t xml:space="preserve">IVC-iliac: </w:t>
            </w:r>
            <w:r>
              <w:t xml:space="preserve">Patent IVC and iliac veins with </w:t>
            </w:r>
            <w:proofErr w:type="spellStart"/>
            <w:r>
              <w:t>respirophasic</w:t>
            </w:r>
            <w:proofErr w:type="spellEnd"/>
            <w:r>
              <w:t xml:space="preserve"> flow detected.</w:t>
            </w:r>
          </w:p>
          <w:p w:rsidR="000730EE" w:rsidRDefault="000730EE" w:rsidP="00E20AF8">
            <w:pPr>
              <w:pStyle w:val="CUSTOMColumnText"/>
              <w:jc w:val="both"/>
              <w:rPr>
                <w:b/>
              </w:rPr>
            </w:pPr>
          </w:p>
          <w:p w:rsidR="000730EE" w:rsidRDefault="000730EE" w:rsidP="00E20AF8">
            <w:pPr>
              <w:pStyle w:val="CUSTOMColumnText"/>
              <w:jc w:val="both"/>
              <w:rPr>
                <w:b/>
              </w:rPr>
            </w:pPr>
            <w:r>
              <w:rPr>
                <w:b/>
              </w:rPr>
              <w:t xml:space="preserve">Right leg: </w:t>
            </w:r>
          </w:p>
          <w:p w:rsidR="000730EE" w:rsidRDefault="00E20AF8" w:rsidP="000730EE">
            <w:pPr>
              <w:pStyle w:val="CUSTOMColumnText"/>
              <w:numPr>
                <w:ilvl w:val="0"/>
                <w:numId w:val="1"/>
              </w:numPr>
              <w:jc w:val="both"/>
            </w:pPr>
            <w:r>
              <w:t>Patent and competent right lower limb veins</w:t>
            </w:r>
            <w:r w:rsidR="000730EE">
              <w:t xml:space="preserve">. </w:t>
            </w:r>
          </w:p>
          <w:p w:rsidR="00E20AF8" w:rsidRDefault="000730EE" w:rsidP="000730EE">
            <w:pPr>
              <w:pStyle w:val="CUSTOMColumnText"/>
              <w:numPr>
                <w:ilvl w:val="0"/>
                <w:numId w:val="1"/>
              </w:numPr>
              <w:jc w:val="both"/>
            </w:pPr>
            <w:r>
              <w:t>No GSV in the thigh; previous stripping.</w:t>
            </w:r>
          </w:p>
          <w:p w:rsidR="000730EE" w:rsidRDefault="000730EE" w:rsidP="000730EE">
            <w:pPr>
              <w:pStyle w:val="CUSTOMColumnText"/>
              <w:ind w:left="720"/>
              <w:jc w:val="both"/>
            </w:pPr>
          </w:p>
          <w:p w:rsidR="000730EE" w:rsidRDefault="000730EE" w:rsidP="00E20AF8">
            <w:pPr>
              <w:pStyle w:val="CUSTOMColumnText"/>
              <w:jc w:val="both"/>
              <w:rPr>
                <w:b/>
              </w:rPr>
            </w:pPr>
            <w:r>
              <w:rPr>
                <w:b/>
              </w:rPr>
              <w:t xml:space="preserve">Left leg: </w:t>
            </w:r>
          </w:p>
          <w:p w:rsidR="000730EE" w:rsidRDefault="000730EE" w:rsidP="000730EE">
            <w:pPr>
              <w:pStyle w:val="CUSTOMColumnText"/>
              <w:numPr>
                <w:ilvl w:val="0"/>
                <w:numId w:val="1"/>
              </w:numPr>
              <w:jc w:val="both"/>
            </w:pPr>
            <w:r>
              <w:t>Mild reflux short segment of proximal Popliteal vein</w:t>
            </w:r>
          </w:p>
          <w:p w:rsidR="000730EE" w:rsidRDefault="000730EE" w:rsidP="000730EE">
            <w:pPr>
              <w:pStyle w:val="CUSTOMColumnText"/>
              <w:numPr>
                <w:ilvl w:val="0"/>
                <w:numId w:val="1"/>
              </w:numPr>
              <w:jc w:val="both"/>
            </w:pPr>
            <w:r>
              <w:t>No GSV in the thigh</w:t>
            </w:r>
          </w:p>
          <w:p w:rsidR="000730EE" w:rsidRDefault="000730EE" w:rsidP="000730EE">
            <w:pPr>
              <w:pStyle w:val="CUSTOMColumnText"/>
              <w:numPr>
                <w:ilvl w:val="0"/>
                <w:numId w:val="1"/>
              </w:numPr>
              <w:jc w:val="both"/>
            </w:pPr>
            <w:r>
              <w:t>Mild reflux mid-distal calf native GVS; reflux drains into a competent perforator</w:t>
            </w:r>
          </w:p>
          <w:p w:rsidR="000730EE" w:rsidRPr="000730EE" w:rsidRDefault="000730EE" w:rsidP="00E20AF8">
            <w:pPr>
              <w:pStyle w:val="CUSTOMColumnText"/>
              <w:jc w:val="both"/>
            </w:pPr>
          </w:p>
          <w:p w:rsidR="000730EE" w:rsidRDefault="000730EE" w:rsidP="00E20AF8">
            <w:pPr>
              <w:pStyle w:val="CUSTOMColumnText"/>
              <w:jc w:val="both"/>
            </w:pPr>
          </w:p>
          <w:p w:rsidR="000730EE" w:rsidRDefault="000730EE" w:rsidP="00E20AF8">
            <w:pPr>
              <w:pStyle w:val="CUSTOMColumnText"/>
              <w:jc w:val="both"/>
            </w:pPr>
          </w:p>
          <w:p w:rsidR="00A3045E" w:rsidRPr="00DC01AB" w:rsidRDefault="00A3045E" w:rsidP="00A3045E">
            <w:pPr>
              <w:pStyle w:val="CUSTOMColumnText"/>
            </w:pPr>
          </w:p>
        </w:tc>
      </w:tr>
      <w:tr w:rsidR="009D4370" w:rsidTr="007E5FF0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021342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AF8" w:rsidRDefault="00E20AF8" w:rsidP="005748E3">
      <w:pPr>
        <w:spacing w:after="0" w:line="240" w:lineRule="auto"/>
      </w:pPr>
      <w:r>
        <w:separator/>
      </w:r>
    </w:p>
  </w:endnote>
  <w:endnote w:type="continuationSeparator" w:id="0">
    <w:p w:rsidR="00E20AF8" w:rsidRDefault="00E20AF8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AF8" w:rsidRDefault="00E20AF8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1123315</wp:posOffset>
              </wp:positionH>
              <wp:positionV relativeFrom="paragraph">
                <wp:posOffset>-1043305</wp:posOffset>
              </wp:positionV>
              <wp:extent cx="4394200" cy="334645"/>
              <wp:effectExtent l="8890" t="13970" r="0" b="22860"/>
              <wp:wrapNone/>
              <wp:docPr id="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4200" cy="334645"/>
                        <a:chOff x="1450" y="14461"/>
                        <a:chExt cx="6920" cy="527"/>
                      </a:xfrm>
                    </wpg:grpSpPr>
                    <wpg:grpSp>
                      <wpg:cNvPr id="15" name="Group 60"/>
                      <wpg:cNvGrpSpPr>
                        <a:grpSpLocks/>
                      </wpg:cNvGrpSpPr>
                      <wpg:grpSpPr bwMode="auto">
                        <a:xfrm>
                          <a:off x="3746" y="14517"/>
                          <a:ext cx="1534" cy="377"/>
                          <a:chOff x="3656" y="14517"/>
                          <a:chExt cx="1534" cy="377"/>
                        </a:xfrm>
                      </wpg:grpSpPr>
                      <wps:wsp>
                        <wps:cNvPr id="65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6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139" y="14572"/>
                            <a:ext cx="105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AF8" w:rsidRPr="00B8442D" w:rsidRDefault="00E20AF8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superficial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79" name="Group 67"/>
                      <wpg:cNvGrpSpPr>
                        <a:grpSpLocks/>
                      </wpg:cNvGrpSpPr>
                      <wpg:grpSpPr bwMode="auto">
                        <a:xfrm>
                          <a:off x="5512" y="14517"/>
                          <a:ext cx="1403" cy="377"/>
                          <a:chOff x="5512" y="14517"/>
                          <a:chExt cx="1403" cy="377"/>
                        </a:xfrm>
                      </wpg:grpSpPr>
                      <wps:wsp>
                        <wps:cNvPr id="80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512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995" y="14572"/>
                            <a:ext cx="920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AF8" w:rsidRPr="00B8442D" w:rsidRDefault="00E20AF8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deep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82" name="Group 64"/>
                      <wpg:cNvGrpSpPr>
                        <a:grpSpLocks/>
                      </wpg:cNvGrpSpPr>
                      <wpg:grpSpPr bwMode="auto">
                        <a:xfrm>
                          <a:off x="7046" y="14517"/>
                          <a:ext cx="1324" cy="377"/>
                          <a:chOff x="2299" y="14517"/>
                          <a:chExt cx="1324" cy="377"/>
                        </a:xfrm>
                      </wpg:grpSpPr>
                      <wps:wsp>
                        <wps:cNvPr id="8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299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57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AF8" w:rsidRPr="00B8442D" w:rsidRDefault="00E20AF8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 w:rsidRPr="00B8442D">
                                <w:rPr>
                                  <w:sz w:val="14"/>
                                  <w:szCs w:val="14"/>
                                </w:rPr>
                                <w:t>Deep vein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85" name="Group 69"/>
                      <wpg:cNvGrpSpPr>
                        <a:grpSpLocks/>
                      </wpg:cNvGrpSpPr>
                      <wpg:grpSpPr bwMode="auto">
                        <a:xfrm>
                          <a:off x="1450" y="14461"/>
                          <a:ext cx="2185" cy="527"/>
                          <a:chOff x="1180" y="14461"/>
                          <a:chExt cx="2185" cy="527"/>
                        </a:xfrm>
                      </wpg:grpSpPr>
                      <wps:wsp>
                        <wps:cNvPr id="86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80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833" y="14572"/>
                            <a:ext cx="153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AF8" w:rsidRPr="00B8442D" w:rsidRDefault="00E20AF8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Arrow down and red colour denotes reflux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88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679" y="14461"/>
                            <a:ext cx="0" cy="52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0C0C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0" o:spid="_x0000_s1032" style="position:absolute;margin-left:88.45pt;margin-top:-82.15pt;width:346pt;height:26.35pt;z-index:251655168" coordorigin="1450,14461" coordsize="6920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">
              <v:group id="Group 60" o:spid="_x0000_s1033" style="position:absolute;left:3746;top:14517;width:1534;height:377" coordorigin="3656,14517" coordsize="153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rect id="Rectangle 58" o:spid="_x0000_s1034" style="position:absolute;left:3656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TkbsUA&#10;AADbAAAADwAAAGRycy9kb3ducmV2LnhtbESPS2vDMBCE74X+B7GFXEotJ6VJcCKbUhJIT2mSQq+L&#10;tX4Qa2UsxY9/XxUKOQ4z8w2zzUbTiJ46V1tWMI9iEMS51TWXCr4v+5c1COeRNTaWScFEDrL08WGL&#10;ibYDn6g/+1IECLsEFVTet4mULq/IoItsSxy8wnYGfZBdKXWHQ4CbRi7ieCkN1hwWKmzpo6L8er4Z&#10;BcfXfnV9/jzs9ITzn8vqJBdfxVGp2dP4vgHhafT38H/7oBUs3+D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ZORuxQAAANsAAAAPAAAAAAAAAAAAAAAAAJgCAABkcnMv&#10;ZG93bnJldi54bWxQSwUGAAAAAAQABAD1AAAAigMAAAAA&#10;" fillcolor="#ade0f9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5" type="#_x0000_t202" style="position:absolute;left:4139;top:14572;width:105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NetcQA&#10;AADbAAAADwAAAGRycy9kb3ducmV2LnhtbESPQWvCQBCF70L/wzKF3nRTD1aim1BKK0VPjVJ6HLKT&#10;bGx2NmTXGP313YLg8fHmfW/eOh9tKwbqfeNYwfMsAUFcOt1wreCw/5guQfiArLF1TAou5CHPHiZr&#10;TLU78xcNRahFhLBPUYEJoUul9KUhi37mOuLoVa63GKLsa6l7PEe4beU8SRbSYsOxwWBHb4bK3+Jk&#10;4xvfu8RurpX5sVusfGH2w+b9qNTT4/i6AhFoDPfjW/pTK3hZwP+WC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jXrX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E20AF8" w:rsidRPr="00B8442D" w:rsidRDefault="00E20AF8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superficial vein</w:t>
                        </w:r>
                      </w:p>
                    </w:txbxContent>
                  </v:textbox>
                </v:shape>
              </v:group>
              <v:group id="Group 67" o:spid="_x0000_s1036" style="position:absolute;left:5512;top:14517;width:1403;height:377" coordorigin="5512,14517" coordsize="1403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<v:rect id="Rectangle 62" o:spid="_x0000_s1037" style="position:absolute;left:5512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OoMEA&#10;AADbAAAADwAAAGRycy9kb3ducmV2LnhtbERPy2oCMRTdC/5DuEJ3mtiFlalRilJaClJ8LOzuMrlN&#10;Bic3Q5Lq1K9vFgWXh/NerHrfigvF1ATWMJ0oEMR1MA1bDcfD63gOImVkg21g0vBLCVbL4WCBlQlX&#10;3tFln60oIZwq1OBy7iopU+3IY5qEjrhw3yF6zAVGK03Eawn3rXxUaiY9NlwaHHa0dlSf9z9ew8Yd&#10;7Ce/zeqv/rSd2g8V1e38pPXDqH95BpGpz3fxv/vdaJiX9eVL+Q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4zqDBAAAA2wAAAA8AAAAAAAAAAAAAAAAAmAIAAGRycy9kb3du&#10;cmV2LnhtbFBLBQYAAAAABAAEAPUAAACGAwAAAAA=&#10;" fillcolor="#679ad1" strokeweight=".5pt"/>
                <v:shape id="Text Box 63" o:spid="_x0000_s1038" type="#_x0000_t202" style="position:absolute;left:5995;top:14572;width:92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+25sMA&#10;AADbAAAADwAAAGRycy9kb3ducmV2LnhtbESPQWvCQBCF7wX/wzKCt7qxB5HoKiIqoidjKR6H7CQb&#10;zc6G7DbG/vquUOjx8eZ9b95i1dtadNT6yrGCyTgBQZw7XXGp4POye5+B8AFZY+2YFDzJw2o5eFtg&#10;qt2Dz9RloRQRwj5FBSaEJpXS54Ys+rFriKNXuNZiiLItpW7xEeG2lh9JMpUWK44NBhvaGMrv2beN&#10;b3ydErv/KczVHrHwmbl0++1NqdGwX89BBOrD//Ff+qAVzCbw2hIB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+25sMAAADbAAAADwAAAAAAAAAAAAAAAACYAgAAZHJzL2Rv&#10;d25yZXYueG1sUEsFBgAAAAAEAAQA9QAAAIgDAAAAAA==&#10;" filled="f" stroked="f" strokeweight=".5pt">
                  <v:textbox style="mso-fit-shape-to-text:t" inset="0,0,0,0">
                    <w:txbxContent>
                      <w:p w:rsidR="00E20AF8" w:rsidRPr="00B8442D" w:rsidRDefault="00E20AF8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deep vein</w:t>
                        </w:r>
                      </w:p>
                    </w:txbxContent>
                  </v:textbox>
                </v:shape>
              </v:group>
              <v:group id="Group 64" o:spid="_x0000_s1039" style="position:absolute;left:7046;top:14517;width:1324;height:377" coordorigin="2299,1451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<v:rect id="Rectangle 65" o:spid="_x0000_s1040" style="position:absolute;left:2299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/W8QA&#10;AADbAAAADwAAAGRycy9kb3ducmV2LnhtbESPQWvCQBSE7wX/w/KE3szGFkSjaxBBKK20mvbi7ZF9&#10;TVKzb0N2Y5J/3y0IPQ4z8w2zSQdTixu1rrKsYB7FIIhzqysuFHx9HmZLEM4ja6wtk4KRHKTbycMG&#10;E217PtMt84UIEHYJKii9bxIpXV6SQRfZhjh437Y16INsC6lb7APc1PIpjhfSYMVhocSG9iXl16wz&#10;Cpwd48Pl4/1kuh/XWPmm89fjSqnH6bBbg/A0+P/wvf2iFSyf4e9L+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Af1vEAAAA2wAAAA8AAAAAAAAAAAAAAAAAmAIAAGRycy9k&#10;b3ducmV2LnhtbFBLBQYAAAAABAAEAPUAAACJAwAAAAA=&#10;" fillcolor="yellow" strokeweight=".5pt"/>
                <v:shape id="Text Box 66" o:spid="_x0000_s1041" type="#_x0000_t202" style="position:absolute;left:2782;top:1457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gVfsMA&#10;AADbAAAADwAAAGRycy9kb3ducmV2LnhtbESPQWvCQBCF74X+h2UK3upGEZHoKkVURE/GUnocspNs&#10;bHY2ZNeY9te7gtDj48373rzFqre16Kj1lWMFo2ECgjh3uuJSwed5+z4D4QOyxtoxKfglD6vl68sC&#10;U+1ufKIuC6WIEPYpKjAhNKmUPjdk0Q9dQxy9wrUWQ5RtKXWLtwi3tRwnyVRarDg2GGxobSj/ya42&#10;vvF1TOzurzDf9oCFz8y5220uSg3e+o85iEB9+D9+pvdawWwCjy0RAH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gVfsMAAADbAAAADwAAAAAAAAAAAAAAAACYAgAAZHJzL2Rv&#10;d25yZXYueG1sUEsFBgAAAAAEAAQA9QAAAIgDAAAAAA==&#10;" filled="f" stroked="f" strokeweight=".5pt">
                  <v:textbox style="mso-fit-shape-to-text:t" inset="0,0,0,0">
                    <w:txbxContent>
                      <w:p w:rsidR="00E20AF8" w:rsidRPr="00B8442D" w:rsidRDefault="00E20AF8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 w:rsidRPr="00B8442D">
                          <w:rPr>
                            <w:sz w:val="14"/>
                            <w:szCs w:val="14"/>
                          </w:rPr>
                          <w:t>Deep vein scarring</w:t>
                        </w:r>
                      </w:p>
                    </w:txbxContent>
                  </v:textbox>
                </v:shape>
              </v:group>
              <v:group id="Group 69" o:spid="_x0000_s1042" style="position:absolute;left:1450;top:14461;width:2185;height:527" coordorigin="1180,14461" coordsize="2185,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<v:rect id="Rectangle 52" o:spid="_x0000_s1043" style="position:absolute;left:1180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gwGcUA&#10;AADbAAAADwAAAGRycy9kb3ducmV2LnhtbESPQWvCQBSE70L/w/IKvYS6qYeYpq4ipUIPvWgMXh/Z&#10;12za7Ns0u2r6711B8DjMzDfMYjXaTpxo8K1jBS/TFARx7XTLjYJ9uXnOQfiArLFzTAr+ycNq+TBZ&#10;YKHdmbd02oVGRAj7AhWYEPpCSl8bsuinrieO3rcbLIYoh0bqAc8Rbjs5S9NMWmw5Lhjs6d1Q/bs7&#10;WgXr8jDz9mP8M9WmSl7Lr6Sc/xyVenoc128gAo3hHr61P7WCPIPrl/g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CDAZxQAAANsAAAAPAAAAAAAAAAAAAAAAAJgCAABkcnMv&#10;ZG93bnJldi54bWxQSwUGAAAAAAQABAD1AAAAigMAAAAA&#10;" fillcolor="red" strokeweight=".5pt"/>
                <v:shape id="Text Box 53" o:spid="_x0000_s1044" type="#_x0000_t202" style="position:absolute;left:1833;top:14572;width:153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qLCcMA&#10;AADbAAAADwAAAGRycy9kb3ducmV2LnhtbESPQWvCQBCF74X+h2UK3upGDyrRVYqoiJ6MpfQ4ZCfZ&#10;2OxsyK4x7a93BaHHx5v3vXmLVW9r0VHrK8cKRsMEBHHudMWlgs/z9n0GwgdkjbVjUvBLHlbL15cF&#10;ptrd+ERdFkoRIexTVGBCaFIpfW7Ioh+6hjh6hWsthijbUuoWbxFuazlOkom0WHFsMNjQ2lD+k11t&#10;fOPrmNjdX2G+7QELn5lzt9tclBq89R9zEIH68H/8TO+1gtkUHlsiA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qLCcMAAADbAAAADwAAAAAAAAAAAAAAAACYAgAAZHJzL2Rv&#10;d25yZXYueG1sUEsFBgAAAAAEAAQA9QAAAIgDAAAAAA==&#10;" filled="f" stroked="f" strokeweight=".5pt">
                  <v:textbox style="mso-fit-shape-to-text:t" inset="0,0,0,0">
                    <w:txbxContent>
                      <w:p w:rsidR="00E20AF8" w:rsidRPr="00B8442D" w:rsidRDefault="00E20AF8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Arrow down and red colour denotes reflux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8" o:spid="_x0000_s1045" type="#_x0000_t32" style="position:absolute;left:1679;top:14461;width:0;height: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Diq78AAADbAAAADwAAAGRycy9kb3ducmV2LnhtbERPzYrCMBC+C/sOYQRvNlXLWqpRFtkF&#10;8bTWfYChmW2LzaQ0Mda3NwfB48f3v92PphOBBtdaVrBIUhDEldUt1wr+Lj/zHITzyBo7y6TgQQ72&#10;u4/JFgtt73ymUPpaxBB2BSpovO8LKV3VkEGX2J44cv92MOgjHGqpB7zHcNPJZZp+SoMtx4YGezo0&#10;VF3Lm1GwxHOZLUKWfefrx3UV0tNvHk5Kzabj1waEp9G/xS/3USvI49j4Jf4AuXs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ADiq78AAADbAAAADwAAAAAAAAAAAAAAAACh&#10;AgAAZHJzL2Rvd25yZXYueG1sUEsFBgAAAAAEAAQA+QAAAI0DAAAAAA==&#10;" strokecolor="red" strokeweight="1pt">
                  <v:stroke endarrow="block"/>
                  <v:shadow color="silver"/>
                </v:shape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192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AF8" w:rsidRDefault="00E20AF8" w:rsidP="005748E3">
      <w:pPr>
        <w:spacing w:after="0" w:line="240" w:lineRule="auto"/>
      </w:pPr>
      <w:r>
        <w:separator/>
      </w:r>
    </w:p>
  </w:footnote>
  <w:footnote w:type="continuationSeparator" w:id="0">
    <w:p w:rsidR="00E20AF8" w:rsidRDefault="00E20AF8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AF8" w:rsidRDefault="00E20AF8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4" name="Group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8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5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+lr3CAAAA2wAAAA8AAABkcnMvZG93bnJldi54bWxEj19rwjAUxd8Fv0O4A19kphYm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vpa9wgAAANsAAAAPAAAAAAAAAAAAAAAAAJ8C&#10;AABkcnMvZG93bnJldi54bWxQSwUGAAAAAAQABAD3AAAAjgMAAAAA&#10;">
                <v:imagedata r:id="rId3" o:title=""/>
              </v:shape>
              <v:shape id="Picture 8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Z4nEAAAA2wAAAA8AAABkcnMvZG93bnJldi54bWxEj09rwkAUxO+FfoflFXqrm0oIkrqKLVqk&#10;h2BivT+yL38w+zbNriZ++26h4HGYmd8wy/VkOnGlwbWWFbzOIhDEpdUt1wq+j7uXBQjnkTV2lknB&#10;jRysV48PS0y1HTmna+FrESDsUlTQeN+nUrqyIYNuZnvi4FV2MOiDHGqpBxwD3HRyHkWJNNhyWGiw&#10;p4+GynNxMQqqn131dcg9vn/G5yI+bbMDLTKlnp+mzRsIT5O/h//be61gnsDfl/A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fCZ4nEAAAA2wAAAA8AAAAAAAAAAAAAAAAA&#10;nwIAAGRycy9kb3ducmV2LnhtbFBLBQYAAAAABAAEAPcAAACQ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0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AF8" w:rsidRDefault="00E20AF8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kzrwIAAKs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D6Rckz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E20AF8" w:rsidRDefault="00E20AF8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AF8" w:rsidRDefault="00E20AF8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EF8E261" wp14:editId="3D11926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9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JNSXAAAAA2wAAAA8AAABkcnMvZG93bnJldi54bWxETz1rwzAQ3Qv9D+IKXUojx0MxbpTQlhQy&#10;BZqYzFfpYhtbJ2Mpjvvve0Mg4+N9rzaz79VEY2wDG1guMlDENriWawPV8fu1ABUTssM+MBn4owib&#10;9ePDCksXrvxD0yHVSkI4lmigSWkotY62IY9xEQZi4c5h9JgEjrV2I14l3Pc6z7I37bFlaWhwoK+G&#10;bHe4eCk586XoX/Lfoqu2n/tTYXdTZ415fpo/3kElmtNdfHPvnIFc1ssX+QF6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sk1JcAAAADbAAAADwAAAAAAAAAAAAAAAACfAgAA&#10;ZHJzL2Rvd25yZXYueG1sUEsFBgAAAAAEAAQA9wAAAIwDAAAAAA==&#10;">
                <v:imagedata r:id="rId3" o:title=""/>
              </v:shape>
              <v:shape id="Picture 8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//3DAAAA2wAAAA8AAABkcnMvZG93bnJldi54bWxEj0+LwjAUxO8L+x3CE7ytqSKLVKPooot4&#10;EFv1/mhe/2DzUpus1m+/EQSPw8z8hpktOlOLG7WusqxgOIhAEGdWV1woOB03XxMQziNrrC2Tggc5&#10;WMw/P2YYa3vnhG6pL0SAsItRQel9E0vpspIMuoFtiIOX29agD7ItpG7xHuCmlqMo+pYGKw4LJTb0&#10;U1J2Sf+Mgvy6yXeHxOPqd3xJx+f1/kCTvVL9XrecgvDU+Xf41d5qBaMhPL+E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v//c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 wp14:anchorId="662B7514" wp14:editId="2C37686B">
          <wp:simplePos x="0" y="0"/>
          <wp:positionH relativeFrom="page">
            <wp:posOffset>1276350</wp:posOffset>
          </wp:positionH>
          <wp:positionV relativeFrom="page">
            <wp:posOffset>3705225</wp:posOffset>
          </wp:positionV>
          <wp:extent cx="4972050" cy="5467350"/>
          <wp:effectExtent l="0" t="0" r="0" b="0"/>
          <wp:wrapNone/>
          <wp:docPr id="91" name="Picture 91" descr="2B POSTERIOR VEINS OF THE LEGS replaced with new anterior vie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 descr="2B POSTERIOR VEINS OF THE LEGS replaced with new anterior view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65"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546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 wp14:anchorId="64AD96C7" wp14:editId="727E3C30">
              <wp:simplePos x="0" y="0"/>
              <wp:positionH relativeFrom="column">
                <wp:posOffset>4105275</wp:posOffset>
              </wp:positionH>
              <wp:positionV relativeFrom="page">
                <wp:posOffset>3398520</wp:posOffset>
              </wp:positionV>
              <wp:extent cx="859790" cy="224155"/>
              <wp:effectExtent l="9525" t="7620" r="26035" b="25400"/>
              <wp:wrapNone/>
              <wp:docPr id="18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E20AF8" w:rsidRPr="005D0996" w:rsidRDefault="00E20AF8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Pos</w:t>
                          </w:r>
                          <w:r w:rsidRPr="005D0996">
                            <w:rPr>
                              <w:sz w:val="18"/>
                              <w:szCs w:val="18"/>
                            </w:rPr>
                            <w:t>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29" type="#_x0000_t202" style="position:absolute;margin-left:323.25pt;margin-top:267.6pt;width:67.7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" o:allowincell="f" strokeweight=".5pt">
              <v:shadow on="t" color="silver"/>
              <v:textbox style="mso-fit-shape-to-text:t" inset="1mm,1.2mm,1mm,1.2mm">
                <w:txbxContent>
                  <w:p w:rsidR="00E20AF8" w:rsidRPr="005D0996" w:rsidRDefault="00E20AF8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Pos</w:t>
                    </w:r>
                    <w:r w:rsidRPr="005D0996">
                      <w:rPr>
                        <w:sz w:val="18"/>
                        <w:szCs w:val="18"/>
                      </w:rPr>
                      <w:t>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 wp14:anchorId="6FD7ECDA" wp14:editId="49A66B4B">
              <wp:simplePos x="0" y="0"/>
              <wp:positionH relativeFrom="column">
                <wp:posOffset>1552575</wp:posOffset>
              </wp:positionH>
              <wp:positionV relativeFrom="page">
                <wp:posOffset>3398520</wp:posOffset>
              </wp:positionV>
              <wp:extent cx="764540" cy="224155"/>
              <wp:effectExtent l="9525" t="7620" r="26035" b="25400"/>
              <wp:wrapNone/>
              <wp:docPr id="17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454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E20AF8" w:rsidRPr="005D0996" w:rsidRDefault="00E20AF8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5D0996">
                            <w:rPr>
                              <w:sz w:val="18"/>
                              <w:szCs w:val="18"/>
                            </w:rPr>
                            <w:t>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0" o:spid="_x0000_s1030" type="#_x0000_t202" style="position:absolute;margin-left:122.25pt;margin-top:267.6pt;width:60.2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" o:allowincell="f" strokeweight=".5pt">
              <v:shadow on="t" color="silver"/>
              <v:textbox style="mso-fit-shape-to-text:t" inset="1mm,1.2mm,1mm,1.2mm">
                <w:txbxContent>
                  <w:p w:rsidR="00E20AF8" w:rsidRPr="005D0996" w:rsidRDefault="00E20AF8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 w:rsidRPr="005D0996">
                      <w:rPr>
                        <w:sz w:val="18"/>
                        <w:szCs w:val="18"/>
                      </w:rPr>
                      <w:t>Anterior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 wp14:anchorId="106EFF14" wp14:editId="0D3C6C26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AF8" w:rsidRDefault="00E20AF8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42.5pt;margin-top:789.7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PZsQIAALE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YnM9m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E20AF8" w:rsidRDefault="00E20AF8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67C2A"/>
    <w:multiLevelType w:val="hybridMultilevel"/>
    <w:tmpl w:val="352AD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8"/>
    <w:rsid w:val="000009C6"/>
    <w:rsid w:val="00002C57"/>
    <w:rsid w:val="00004989"/>
    <w:rsid w:val="00021342"/>
    <w:rsid w:val="0002322E"/>
    <w:rsid w:val="00030ECC"/>
    <w:rsid w:val="00031069"/>
    <w:rsid w:val="00033B0B"/>
    <w:rsid w:val="00041FD3"/>
    <w:rsid w:val="0006170F"/>
    <w:rsid w:val="00067354"/>
    <w:rsid w:val="00070AEC"/>
    <w:rsid w:val="000730EE"/>
    <w:rsid w:val="00075B57"/>
    <w:rsid w:val="00077379"/>
    <w:rsid w:val="000B1F8C"/>
    <w:rsid w:val="000C302A"/>
    <w:rsid w:val="000C4B93"/>
    <w:rsid w:val="000D03AD"/>
    <w:rsid w:val="000D12F2"/>
    <w:rsid w:val="0012112F"/>
    <w:rsid w:val="00123164"/>
    <w:rsid w:val="00130369"/>
    <w:rsid w:val="0014708E"/>
    <w:rsid w:val="00156E8E"/>
    <w:rsid w:val="00186F8F"/>
    <w:rsid w:val="00191142"/>
    <w:rsid w:val="001A0E8C"/>
    <w:rsid w:val="001A1B5B"/>
    <w:rsid w:val="001A7AF4"/>
    <w:rsid w:val="001B713B"/>
    <w:rsid w:val="001C2A3A"/>
    <w:rsid w:val="001C3912"/>
    <w:rsid w:val="001F797D"/>
    <w:rsid w:val="00210977"/>
    <w:rsid w:val="00226007"/>
    <w:rsid w:val="00271691"/>
    <w:rsid w:val="002739C8"/>
    <w:rsid w:val="002867C0"/>
    <w:rsid w:val="002932DD"/>
    <w:rsid w:val="002C6A41"/>
    <w:rsid w:val="002D4419"/>
    <w:rsid w:val="002D613D"/>
    <w:rsid w:val="002D7122"/>
    <w:rsid w:val="002E04BC"/>
    <w:rsid w:val="003234AA"/>
    <w:rsid w:val="00324212"/>
    <w:rsid w:val="003270E4"/>
    <w:rsid w:val="00344EE6"/>
    <w:rsid w:val="00352F64"/>
    <w:rsid w:val="00382C7D"/>
    <w:rsid w:val="00385FE2"/>
    <w:rsid w:val="003909B4"/>
    <w:rsid w:val="00394CF1"/>
    <w:rsid w:val="003A609C"/>
    <w:rsid w:val="003A6622"/>
    <w:rsid w:val="003E416A"/>
    <w:rsid w:val="00400383"/>
    <w:rsid w:val="00404107"/>
    <w:rsid w:val="00411FD4"/>
    <w:rsid w:val="004520A0"/>
    <w:rsid w:val="00477D62"/>
    <w:rsid w:val="004A3BCC"/>
    <w:rsid w:val="004B19B0"/>
    <w:rsid w:val="004C122B"/>
    <w:rsid w:val="004C256B"/>
    <w:rsid w:val="004E0025"/>
    <w:rsid w:val="004E3E95"/>
    <w:rsid w:val="004F4E3F"/>
    <w:rsid w:val="005060EC"/>
    <w:rsid w:val="00525F48"/>
    <w:rsid w:val="00543410"/>
    <w:rsid w:val="00543DEF"/>
    <w:rsid w:val="00552EAF"/>
    <w:rsid w:val="005534C2"/>
    <w:rsid w:val="005606F1"/>
    <w:rsid w:val="005748E3"/>
    <w:rsid w:val="00583D40"/>
    <w:rsid w:val="005947E5"/>
    <w:rsid w:val="00596D0F"/>
    <w:rsid w:val="005B6B7D"/>
    <w:rsid w:val="005C197D"/>
    <w:rsid w:val="005D0996"/>
    <w:rsid w:val="005D4909"/>
    <w:rsid w:val="005E594C"/>
    <w:rsid w:val="00624106"/>
    <w:rsid w:val="00632733"/>
    <w:rsid w:val="00644C5F"/>
    <w:rsid w:val="00661D13"/>
    <w:rsid w:val="0067732A"/>
    <w:rsid w:val="006A41AD"/>
    <w:rsid w:val="006C1CD1"/>
    <w:rsid w:val="006D2A35"/>
    <w:rsid w:val="006D3CE8"/>
    <w:rsid w:val="00701D82"/>
    <w:rsid w:val="007102C1"/>
    <w:rsid w:val="007112FB"/>
    <w:rsid w:val="007126C8"/>
    <w:rsid w:val="007C5B1B"/>
    <w:rsid w:val="007E5FF0"/>
    <w:rsid w:val="00802E05"/>
    <w:rsid w:val="00803E28"/>
    <w:rsid w:val="00804042"/>
    <w:rsid w:val="00811182"/>
    <w:rsid w:val="00813362"/>
    <w:rsid w:val="00850CED"/>
    <w:rsid w:val="00854725"/>
    <w:rsid w:val="00862CBF"/>
    <w:rsid w:val="00880184"/>
    <w:rsid w:val="00893153"/>
    <w:rsid w:val="008B3BF4"/>
    <w:rsid w:val="008B3C2A"/>
    <w:rsid w:val="008C4F7F"/>
    <w:rsid w:val="008C67DE"/>
    <w:rsid w:val="008E77CD"/>
    <w:rsid w:val="00907CF4"/>
    <w:rsid w:val="00923531"/>
    <w:rsid w:val="00924EB0"/>
    <w:rsid w:val="009350DF"/>
    <w:rsid w:val="00942505"/>
    <w:rsid w:val="00943CA7"/>
    <w:rsid w:val="00961297"/>
    <w:rsid w:val="00977A1C"/>
    <w:rsid w:val="00984A59"/>
    <w:rsid w:val="00992841"/>
    <w:rsid w:val="009A0ECB"/>
    <w:rsid w:val="009A3EEC"/>
    <w:rsid w:val="009A66B8"/>
    <w:rsid w:val="009C12E1"/>
    <w:rsid w:val="009D4370"/>
    <w:rsid w:val="009E0202"/>
    <w:rsid w:val="009F0327"/>
    <w:rsid w:val="009F19EF"/>
    <w:rsid w:val="009F70D4"/>
    <w:rsid w:val="00A04256"/>
    <w:rsid w:val="00A04910"/>
    <w:rsid w:val="00A078E6"/>
    <w:rsid w:val="00A2369C"/>
    <w:rsid w:val="00A3045E"/>
    <w:rsid w:val="00A43026"/>
    <w:rsid w:val="00A46516"/>
    <w:rsid w:val="00A62728"/>
    <w:rsid w:val="00A90B05"/>
    <w:rsid w:val="00A90F95"/>
    <w:rsid w:val="00AA0074"/>
    <w:rsid w:val="00AA2AD4"/>
    <w:rsid w:val="00AB09A7"/>
    <w:rsid w:val="00AB7058"/>
    <w:rsid w:val="00AC0857"/>
    <w:rsid w:val="00B03018"/>
    <w:rsid w:val="00B040FE"/>
    <w:rsid w:val="00B13FBA"/>
    <w:rsid w:val="00B14AFB"/>
    <w:rsid w:val="00B35F22"/>
    <w:rsid w:val="00B415C1"/>
    <w:rsid w:val="00B46E1E"/>
    <w:rsid w:val="00B734E8"/>
    <w:rsid w:val="00B8442D"/>
    <w:rsid w:val="00B87660"/>
    <w:rsid w:val="00BA480C"/>
    <w:rsid w:val="00BC2B3E"/>
    <w:rsid w:val="00BC5836"/>
    <w:rsid w:val="00C24FD1"/>
    <w:rsid w:val="00C2776E"/>
    <w:rsid w:val="00C36AA5"/>
    <w:rsid w:val="00C44E9D"/>
    <w:rsid w:val="00C64AE2"/>
    <w:rsid w:val="00C943BB"/>
    <w:rsid w:val="00CB3119"/>
    <w:rsid w:val="00D065FF"/>
    <w:rsid w:val="00D14AB1"/>
    <w:rsid w:val="00D254A0"/>
    <w:rsid w:val="00D35CC3"/>
    <w:rsid w:val="00D37604"/>
    <w:rsid w:val="00D86277"/>
    <w:rsid w:val="00D94904"/>
    <w:rsid w:val="00DC01AB"/>
    <w:rsid w:val="00DC5770"/>
    <w:rsid w:val="00DD0B20"/>
    <w:rsid w:val="00DF1DE9"/>
    <w:rsid w:val="00E20AF8"/>
    <w:rsid w:val="00E32912"/>
    <w:rsid w:val="00E339E8"/>
    <w:rsid w:val="00E4100D"/>
    <w:rsid w:val="00E463E3"/>
    <w:rsid w:val="00E6169F"/>
    <w:rsid w:val="00E722DF"/>
    <w:rsid w:val="00E73447"/>
    <w:rsid w:val="00EA5C7C"/>
    <w:rsid w:val="00ED45C7"/>
    <w:rsid w:val="00EF1C3B"/>
    <w:rsid w:val="00F028B5"/>
    <w:rsid w:val="00F02F77"/>
    <w:rsid w:val="00F071E8"/>
    <w:rsid w:val="00F16C76"/>
    <w:rsid w:val="00F3457B"/>
    <w:rsid w:val="00F3756B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EY2VVZ57\Lower%20Limb%20Venous%20Insufficiency%20scan%20_%20Both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Venous Insufficiency scan _ Both _ Normal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Apurba Daha</cp:lastModifiedBy>
  <cp:revision>2</cp:revision>
  <cp:lastPrinted>2019-01-18T11:11:00Z</cp:lastPrinted>
  <dcterms:created xsi:type="dcterms:W3CDTF">2019-09-10T15:13:00Z</dcterms:created>
  <dcterms:modified xsi:type="dcterms:W3CDTF">2019-09-10T15:13:00Z</dcterms:modified>
</cp:coreProperties>
</file>